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Default="003E129D" w:rsidP="000A1F3D">
      <w:pPr>
        <w:jc w:val="center"/>
        <w:rPr>
          <w:sz w:val="28"/>
        </w:rPr>
      </w:pPr>
      <w:r w:rsidRPr="00DD6724">
        <w:rPr>
          <w:b/>
          <w:sz w:val="28"/>
        </w:rPr>
        <w:t>Régime alimentaire des dinosaures</w:t>
      </w:r>
      <w:r w:rsidR="00DD6724" w:rsidRPr="00DD6724">
        <w:rPr>
          <w:b/>
          <w:sz w:val="28"/>
        </w:rPr>
        <w:t xml:space="preserve"> – réponse</w:t>
      </w:r>
      <w:r w:rsidR="00791A26">
        <w:rPr>
          <w:b/>
          <w:sz w:val="28"/>
        </w:rPr>
        <w:t>s</w:t>
      </w:r>
      <w:bookmarkStart w:id="0" w:name="_GoBack"/>
      <w:bookmarkEnd w:id="0"/>
      <w:r w:rsidRPr="00DD6724">
        <w:rPr>
          <w:b/>
          <w:sz w:val="28"/>
        </w:rPr>
        <w:t xml:space="preserve"> :</w:t>
      </w:r>
    </w:p>
    <w:p w:rsidR="003E129D" w:rsidRPr="000A1F3D" w:rsidRDefault="003E129D" w:rsidP="00992226">
      <w:pPr>
        <w:rPr>
          <w:sz w:val="28"/>
        </w:rPr>
      </w:pPr>
    </w:p>
    <w:p w:rsidR="003E129D" w:rsidRPr="00992226" w:rsidRDefault="003E129D" w:rsidP="000A1F3D">
      <w:pPr>
        <w:jc w:val="center"/>
        <w:rPr>
          <w:sz w:val="96"/>
        </w:rPr>
      </w:pPr>
      <w:r w:rsidRPr="00992226">
        <w:rPr>
          <w:b/>
          <w:sz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P</w:t>
      </w:r>
      <w:r w:rsidR="000A1F3D" w:rsidRPr="00992226">
        <w:rPr>
          <w:b/>
          <w:sz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LAN</w:t>
      </w:r>
      <w:r w:rsidRPr="00992226">
        <w:rPr>
          <w:sz w:val="96"/>
        </w:rPr>
        <w:t>-</w:t>
      </w:r>
      <w:r w:rsidRPr="00992226">
        <w:rPr>
          <w:b/>
          <w:caps/>
          <w:sz w:val="9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ti</w:t>
      </w:r>
      <w:r w:rsidRPr="00992226">
        <w:rPr>
          <w:sz w:val="96"/>
        </w:rPr>
        <w:t>-</w:t>
      </w:r>
      <w:r w:rsidR="000A1F3D" w:rsidRPr="00992226">
        <w:rPr>
          <w:b/>
          <w:color w:val="9BBB59" w:themeColor="accent3"/>
          <w:sz w:val="9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VORE</w:t>
      </w:r>
    </w:p>
    <w:p w:rsidR="003E129D" w:rsidRDefault="00992226" w:rsidP="000A1F3D">
      <w:pPr>
        <w:jc w:val="center"/>
        <w:rPr>
          <w:sz w:val="96"/>
        </w:rPr>
      </w:pPr>
      <w:r>
        <w:rPr>
          <w:noProof/>
          <w:color w:val="0000FF"/>
        </w:rPr>
        <w:drawing>
          <wp:inline distT="0" distB="0" distL="0" distR="0" wp14:anchorId="7AB02AEE" wp14:editId="536BD728">
            <wp:extent cx="2788920" cy="2887980"/>
            <wp:effectExtent l="0" t="0" r="0" b="7620"/>
            <wp:docPr id="5" name="irc_mi" descr="Résultat de recherche d'images pour &quot;diplodocus figurine&quot;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 de recherche d'images pour &quot;diplodocus figurine&quot;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8920" cy="288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226" w:rsidRPr="00992226" w:rsidRDefault="00992226" w:rsidP="000A1F3D">
      <w:pPr>
        <w:jc w:val="center"/>
        <w:rPr>
          <w:sz w:val="96"/>
        </w:rPr>
      </w:pPr>
    </w:p>
    <w:p w:rsidR="003E129D" w:rsidRPr="00DD6724" w:rsidRDefault="003E129D" w:rsidP="000A1F3D">
      <w:pPr>
        <w:jc w:val="center"/>
        <w:rPr>
          <w:sz w:val="96"/>
          <w:lang w:val="de-CH"/>
        </w:rPr>
      </w:pPr>
      <w:r w:rsidRPr="00DD6724">
        <w:rPr>
          <w:b/>
          <w:sz w:val="96"/>
          <w:lang w:val="de-CH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H</w:t>
      </w:r>
      <w:r w:rsidR="000A1F3D" w:rsidRPr="00DD6724">
        <w:rPr>
          <w:b/>
          <w:sz w:val="96"/>
          <w:lang w:val="de-CH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ER</w:t>
      </w:r>
      <w:r w:rsidR="000A1F3D" w:rsidRPr="00DD6724">
        <w:rPr>
          <w:sz w:val="96"/>
          <w:lang w:val="de-CH"/>
        </w:rPr>
        <w:t>-</w:t>
      </w:r>
      <w:r w:rsidR="000A1F3D" w:rsidRPr="00DD6724">
        <w:rPr>
          <w:b/>
          <w:caps/>
          <w:sz w:val="96"/>
          <w:lang w:val="de-CH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BI</w:t>
      </w:r>
      <w:r w:rsidR="000A1F3D" w:rsidRPr="00DD6724">
        <w:rPr>
          <w:sz w:val="96"/>
          <w:lang w:val="de-CH"/>
        </w:rPr>
        <w:t>-</w:t>
      </w:r>
      <w:r w:rsidR="000A1F3D" w:rsidRPr="00DD6724">
        <w:rPr>
          <w:b/>
          <w:color w:val="9BBB59" w:themeColor="accent3"/>
          <w:sz w:val="96"/>
          <w:lang w:val="de-CH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VORE</w:t>
      </w:r>
    </w:p>
    <w:p w:rsidR="00992226" w:rsidRPr="00DD6724" w:rsidRDefault="00992226" w:rsidP="00992226">
      <w:pPr>
        <w:rPr>
          <w:sz w:val="96"/>
          <w:lang w:val="de-CH"/>
        </w:rPr>
      </w:pPr>
      <w:r>
        <w:rPr>
          <w:noProof/>
          <w:color w:val="0000FF"/>
        </w:rPr>
        <w:drawing>
          <wp:anchor distT="0" distB="0" distL="114300" distR="114300" simplePos="0" relativeHeight="251658240" behindDoc="0" locked="0" layoutInCell="1" allowOverlap="1" wp14:anchorId="21F4A18E" wp14:editId="40E69835">
            <wp:simplePos x="0" y="0"/>
            <wp:positionH relativeFrom="column">
              <wp:posOffset>974725</wp:posOffset>
            </wp:positionH>
            <wp:positionV relativeFrom="paragraph">
              <wp:posOffset>182880</wp:posOffset>
            </wp:positionV>
            <wp:extent cx="3825240" cy="3246120"/>
            <wp:effectExtent l="0" t="0" r="3810" b="0"/>
            <wp:wrapSquare wrapText="bothSides"/>
            <wp:docPr id="1" name="irc_mi" descr="Résultat de recherche d'images pour &quot;tricératops figurine&quot;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 de recherche d'images pour &quot;tricératops figurine&quot;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5240" cy="324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129D" w:rsidRPr="00DD6724" w:rsidRDefault="00992226" w:rsidP="00992226">
      <w:pPr>
        <w:rPr>
          <w:sz w:val="96"/>
          <w:lang w:val="de-CH"/>
        </w:rPr>
      </w:pPr>
      <w:r w:rsidRPr="00DD6724">
        <w:rPr>
          <w:sz w:val="96"/>
          <w:lang w:val="de-CH"/>
        </w:rPr>
        <w:br w:type="textWrapping" w:clear="all"/>
      </w:r>
    </w:p>
    <w:p w:rsidR="003E129D" w:rsidRPr="00DD6724" w:rsidRDefault="000A1F3D" w:rsidP="000A1F3D">
      <w:pPr>
        <w:jc w:val="center"/>
        <w:rPr>
          <w:sz w:val="96"/>
          <w:lang w:val="de-CH"/>
        </w:rPr>
      </w:pPr>
      <w:r w:rsidRPr="00DD6724">
        <w:rPr>
          <w:b/>
          <w:sz w:val="96"/>
          <w:lang w:val="de-CH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PI</w:t>
      </w:r>
      <w:r w:rsidRPr="00DD6724">
        <w:rPr>
          <w:sz w:val="96"/>
          <w:lang w:val="de-CH"/>
        </w:rPr>
        <w:t>-</w:t>
      </w:r>
      <w:r w:rsidRPr="00DD6724">
        <w:rPr>
          <w:b/>
          <w:caps/>
          <w:sz w:val="96"/>
          <w:lang w:val="de-CH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SCI</w:t>
      </w:r>
      <w:r w:rsidRPr="00DD6724">
        <w:rPr>
          <w:sz w:val="96"/>
          <w:lang w:val="de-CH"/>
        </w:rPr>
        <w:t>-</w:t>
      </w:r>
      <w:r w:rsidRPr="00DD6724">
        <w:rPr>
          <w:b/>
          <w:color w:val="9BBB59" w:themeColor="accent3"/>
          <w:sz w:val="96"/>
          <w:lang w:val="de-CH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VORE</w:t>
      </w:r>
    </w:p>
    <w:p w:rsidR="003E129D" w:rsidRPr="000A1F3D" w:rsidRDefault="00992226" w:rsidP="000A1F3D">
      <w:pPr>
        <w:jc w:val="center"/>
        <w:rPr>
          <w:sz w:val="96"/>
        </w:rPr>
      </w:pPr>
      <w:r>
        <w:rPr>
          <w:noProof/>
          <w:color w:val="0000FF"/>
        </w:rPr>
        <w:drawing>
          <wp:inline distT="0" distB="0" distL="0" distR="0" wp14:anchorId="71C47A4E" wp14:editId="19950384">
            <wp:extent cx="3810000" cy="3375660"/>
            <wp:effectExtent l="0" t="0" r="0" b="0"/>
            <wp:docPr id="4" name="irc_mi" descr="Résultat de recherche d'images pour &quot;spinosaure figurine&quot;">
              <a:hlinkClick xmlns:a="http://schemas.openxmlformats.org/drawingml/2006/main" r:id="rId1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 de recherche d'images pour &quot;spinosaure figurine&quot;">
                      <a:hlinkClick r:id="rId1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37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29D" w:rsidRPr="000A1F3D" w:rsidRDefault="000A1F3D" w:rsidP="000A1F3D">
      <w:pPr>
        <w:jc w:val="center"/>
        <w:rPr>
          <w:sz w:val="96"/>
        </w:rPr>
      </w:pPr>
      <w:r w:rsidRPr="000A1F3D">
        <w:rPr>
          <w:b/>
          <w:sz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CAR</w:t>
      </w:r>
      <w:r>
        <w:rPr>
          <w:sz w:val="96"/>
        </w:rPr>
        <w:t>-</w:t>
      </w:r>
      <w:r w:rsidRPr="000A1F3D">
        <w:rPr>
          <w:b/>
          <w:caps/>
          <w:sz w:val="9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NI</w:t>
      </w:r>
      <w:r>
        <w:rPr>
          <w:sz w:val="96"/>
        </w:rPr>
        <w:t>-</w:t>
      </w:r>
      <w:r w:rsidRPr="000A1F3D">
        <w:rPr>
          <w:b/>
          <w:color w:val="9BBB59" w:themeColor="accent3"/>
          <w:sz w:val="9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VORE</w:t>
      </w:r>
    </w:p>
    <w:p w:rsidR="003E129D" w:rsidRPr="00992226" w:rsidRDefault="00992226" w:rsidP="00992226">
      <w:pPr>
        <w:jc w:val="center"/>
        <w:rPr>
          <w:sz w:val="56"/>
        </w:rPr>
      </w:pPr>
      <w:r>
        <w:rPr>
          <w:noProof/>
          <w:color w:val="0000FF"/>
        </w:rPr>
        <w:drawing>
          <wp:inline distT="0" distB="0" distL="0" distR="0" wp14:anchorId="2D2C9E9A" wp14:editId="23CD47A6">
            <wp:extent cx="3810000" cy="3116580"/>
            <wp:effectExtent l="0" t="0" r="0" b="7620"/>
            <wp:docPr id="2" name="irc_mi" descr="Résultat de recherche d'images pour &quot;tyrannosaure figurine&quot;">
              <a:hlinkClick xmlns:a="http://schemas.openxmlformats.org/drawingml/2006/main" r:id="rId1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 de recherche d'images pour &quot;tyrannosaure figurine&quot;">
                      <a:hlinkClick r:id="rId1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11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E129D" w:rsidRPr="009922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29D"/>
    <w:rsid w:val="000A1F3D"/>
    <w:rsid w:val="0013656C"/>
    <w:rsid w:val="003E129D"/>
    <w:rsid w:val="006B3802"/>
    <w:rsid w:val="00791A26"/>
    <w:rsid w:val="007A2667"/>
    <w:rsid w:val="00992226"/>
    <w:rsid w:val="00B65436"/>
    <w:rsid w:val="00BF49C4"/>
    <w:rsid w:val="00C35E45"/>
    <w:rsid w:val="00C5490A"/>
    <w:rsid w:val="00C90A44"/>
    <w:rsid w:val="00DD6724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99222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922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99222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922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oogle.ch/url?sa=i&amp;rct=j&amp;q=&amp;esrc=s&amp;source=images&amp;cd=&amp;cad=rja&amp;uact=8&amp;ved=2ahUKEwjAxPOijIDkAhURKFAKHWhxAzoQjRx6BAgBEAQ&amp;url=/url?sa%3Di%26rct%3Dj%26q%3D%26esrc%3Ds%26source%3Dimages%26cd%3D%26ved%3D%26url%3Dhttps://www.cdiscount.com/juniors/mini-univers/nouveaute-2018-figurine-tyrannosaure-rex-sch/f-1206620-sch4055744009419.html%26psig%3DAOvVaw2HQIpTUbCTjuJNxNafrL8t%26ust%3D1565794230090109&amp;psig=AOvVaw2HQIpTUbCTjuJNxNafrL8t&amp;ust=1565794230090109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google.ch/url?sa=i&amp;rct=j&amp;q=&amp;esrc=s&amp;source=images&amp;cd=&amp;ved=2ahUKEwig0vSgjYDkAhURZFAKHWHWBvAQjRx6BAgBEAQ&amp;url=https://www.fnac.com/mp23704657/Collecta-3388622-figurine-dinosaure-prehistoire-diplodocus/w-4&amp;psig=AOvVaw0MNj0D7G5qqMWp0j5-1-SR&amp;ust=1565794510857904" TargetMode="Externa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ogle.ch/url?sa=i&amp;rct=j&amp;q=&amp;esrc=s&amp;source=images&amp;cd=&amp;ved=2ahUKEwianv3ejIDkAhXRIVAKHb8sDfEQjRx6BAgBEAQ&amp;url=https://www.amazon.fr/Schleich-14521-Figurine-Spinosaure-Mai/dp/B0073RN4PG&amp;psig=AOvVaw1J7JMkNgR9N-OzYCd54ON3&amp;ust=1565794337894454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hyperlink" Target="https://www.google.ch/url?sa=i&amp;rct=j&amp;q=&amp;esrc=s&amp;source=images&amp;cd=&amp;ved=2ahUKEwiExeTWjYDkAhUEbFAKHRdcA9YQjRx6BAgBEAQ&amp;url=https://www.amazon.fr/Schleich-15000-Figurine-Tric%C3%A9ratops/dp/B074VFLXM3&amp;psig=AOvVaw1KLrCS3OHS1BJveU7d6ElG&amp;ust=1565794624066430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4A691-1F3C-4E1E-AC87-B38A1D03E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8717BE3E.dotm</Template>
  <TotalTime>1</TotalTime>
  <Pages>2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Wüest Larissa (DCS)</dc:creator>
  <cp:lastModifiedBy>Wüest Larissa (DCS)</cp:lastModifiedBy>
  <cp:revision>5</cp:revision>
  <dcterms:created xsi:type="dcterms:W3CDTF">2019-08-13T15:02:00Z</dcterms:created>
  <dcterms:modified xsi:type="dcterms:W3CDTF">2019-08-19T13:06:00Z</dcterms:modified>
</cp:coreProperties>
</file>